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17208DB4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14BE9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2D6C95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2D6C95">
        <w:rPr>
          <w:highlight w:val="green"/>
        </w:rPr>
        <w:t>]</w:t>
      </w:r>
    </w:p>
    <w:p w14:paraId="54D580FD" w14:textId="4DAF6F3D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CF361E">
        <w:rPr>
          <w:rFonts w:eastAsia="Times New Roman" w:cs="Times New Roman"/>
          <w:lang w:eastAsia="cs-CZ"/>
        </w:rPr>
        <w:t>sektorovou</w:t>
      </w:r>
      <w:r w:rsidRPr="004511E1">
        <w:rPr>
          <w:rFonts w:eastAsia="Times New Roman" w:cs="Times New Roman"/>
          <w:lang w:eastAsia="cs-CZ"/>
        </w:rPr>
        <w:t xml:space="preserve"> veřejnou zakázku s názvem </w:t>
      </w:r>
      <w:bookmarkStart w:id="0" w:name="_Toc403053768"/>
      <w:r w:rsidRPr="00CF361E">
        <w:rPr>
          <w:rFonts w:eastAsia="Times New Roman" w:cs="Times New Roman"/>
          <w:b/>
          <w:lang w:eastAsia="cs-CZ"/>
        </w:rPr>
        <w:t>„</w:t>
      </w:r>
      <w:bookmarkEnd w:id="0"/>
      <w:r w:rsidR="00E14BE9" w:rsidRPr="00E14BE9">
        <w:rPr>
          <w:rFonts w:ascii="Verdana" w:hAnsi="Verdana" w:cs="Times New Roman"/>
          <w:b/>
          <w:lang w:eastAsia="cs-CZ"/>
        </w:rPr>
        <w:t xml:space="preserve">Dodávky lepených izolovaných styků na období </w:t>
      </w:r>
      <w:bookmarkStart w:id="1" w:name="_GoBack"/>
      <w:bookmarkEnd w:id="1"/>
      <w:r w:rsidR="0038393E" w:rsidRPr="00E14BE9">
        <w:rPr>
          <w:rFonts w:ascii="Verdana" w:hAnsi="Verdana" w:cs="Times New Roman"/>
          <w:b/>
          <w:lang w:eastAsia="cs-CZ"/>
        </w:rPr>
        <w:t>2024–2026</w:t>
      </w:r>
      <w:r w:rsidRPr="00CF361E">
        <w:t>“</w:t>
      </w:r>
      <w:r w:rsidRPr="00CF361E">
        <w:rPr>
          <w:rFonts w:eastAsia="Times New Roman" w:cs="Times New Roman"/>
          <w:bCs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</w:t>
      </w:r>
      <w:r w:rsidRPr="00CF361E">
        <w:rPr>
          <w:rFonts w:eastAsia="Times New Roman" w:cs="Times New Roman"/>
          <w:lang w:eastAsia="cs-CZ"/>
        </w:rPr>
        <w:t>poslední 3 roky</w:t>
      </w:r>
      <w:r w:rsidR="00CF361E" w:rsidRPr="00CF361E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069B330D" w14:textId="77777777" w:rsidR="00C24490" w:rsidRDefault="00C24490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0417A785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</w:t>
            </w:r>
            <w:r w:rsidR="0094177D" w:rsidRPr="00057842">
              <w:rPr>
                <w:rStyle w:val="Tuntabulka"/>
                <w:rFonts w:eastAsiaTheme="minorHAnsi"/>
              </w:rPr>
              <w:t>vztahu,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04FC2F4D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CF361E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CF361E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F361E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E14BE9" w14:paraId="27FD3036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424F8AE" w14:textId="5559F18C" w:rsidR="00E14BE9" w:rsidRPr="00CF361E" w:rsidRDefault="00E14BE9" w:rsidP="00E14BE9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79651229" w14:textId="76947793" w:rsidR="00E14BE9" w:rsidRPr="00CF361E" w:rsidRDefault="00E14BE9" w:rsidP="00E14BE9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35769EC3" w14:textId="38BC3BF0" w:rsidR="00E14BE9" w:rsidRPr="00CF361E" w:rsidRDefault="00E14BE9" w:rsidP="00E14BE9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58006" w14:textId="285431A4" w:rsidR="00E14BE9" w:rsidRPr="00057842" w:rsidRDefault="00E14BE9" w:rsidP="00E14BE9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E14BE9" w14:paraId="475DA57D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076C252" w14:textId="0AEFFE4C" w:rsidR="00E14BE9" w:rsidRPr="00CF361E" w:rsidRDefault="00E14BE9" w:rsidP="00E14BE9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670968F4" w14:textId="33FB5B70" w:rsidR="00E14BE9" w:rsidRPr="00CF361E" w:rsidRDefault="00E14BE9" w:rsidP="00E14BE9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F0C3613" w14:textId="4CEFA982" w:rsidR="00E14BE9" w:rsidRPr="00CF361E" w:rsidRDefault="00E14BE9" w:rsidP="00E14BE9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6F9D" w14:textId="2146C78E" w:rsidR="00E14BE9" w:rsidRPr="00057842" w:rsidRDefault="00E14BE9" w:rsidP="00E14BE9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E14BE9" w14:paraId="5F2C5AFA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5C745FB" w14:textId="3649DCDE" w:rsidR="00E14BE9" w:rsidRPr="00CF361E" w:rsidRDefault="00E14BE9" w:rsidP="00E14BE9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08D47EE3" w14:textId="4AAAF49C" w:rsidR="00E14BE9" w:rsidRPr="00CF361E" w:rsidRDefault="00E14BE9" w:rsidP="00E14BE9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5B146FA1" w14:textId="1B76D4D9" w:rsidR="00E14BE9" w:rsidRPr="00CF361E" w:rsidRDefault="00E14BE9" w:rsidP="00E14BE9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B50ED" w14:textId="38D049F2" w:rsidR="00E14BE9" w:rsidRPr="00736EE8" w:rsidRDefault="00E14BE9" w:rsidP="00E14BE9">
            <w:pPr>
              <w:suppressAutoHyphens/>
              <w:spacing w:line="216" w:lineRule="auto"/>
              <w:jc w:val="center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1D4A6E2A" w14:textId="7F7D434D" w:rsidR="009F392E" w:rsidRPr="0094177D" w:rsidRDefault="003C4FBB" w:rsidP="0094177D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2D6C9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2D6C95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2D6C9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2D6C95">
        <w:rPr>
          <w:iCs/>
          <w:highlight w:val="green"/>
        </w:rPr>
        <w:t>]</w:t>
      </w:r>
    </w:p>
    <w:sectPr w:rsidR="009F392E" w:rsidRPr="0094177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C7D1D" w14:textId="77777777" w:rsidR="002222AF" w:rsidRDefault="002222AF" w:rsidP="00962258">
      <w:pPr>
        <w:spacing w:after="0" w:line="240" w:lineRule="auto"/>
      </w:pPr>
      <w:r>
        <w:separator/>
      </w:r>
    </w:p>
  </w:endnote>
  <w:endnote w:type="continuationSeparator" w:id="0">
    <w:p w14:paraId="07E58BD4" w14:textId="77777777" w:rsidR="002222AF" w:rsidRDefault="002222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12DD40C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44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44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EAA757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90492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24D4F36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44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44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DF13B7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548CAE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BB4FA" w14:textId="77777777" w:rsidR="002222AF" w:rsidRDefault="002222AF" w:rsidP="00962258">
      <w:pPr>
        <w:spacing w:after="0" w:line="240" w:lineRule="auto"/>
      </w:pPr>
      <w:r>
        <w:separator/>
      </w:r>
    </w:p>
  </w:footnote>
  <w:footnote w:type="continuationSeparator" w:id="0">
    <w:p w14:paraId="5C3E11DC" w14:textId="77777777" w:rsidR="002222AF" w:rsidRDefault="002222A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74229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222AF"/>
    <w:rsid w:val="00280E07"/>
    <w:rsid w:val="002B7EFA"/>
    <w:rsid w:val="002C31BF"/>
    <w:rsid w:val="002D08B1"/>
    <w:rsid w:val="002D6C95"/>
    <w:rsid w:val="002E0CD7"/>
    <w:rsid w:val="00341DCF"/>
    <w:rsid w:val="00357BC6"/>
    <w:rsid w:val="0038393E"/>
    <w:rsid w:val="003956C6"/>
    <w:rsid w:val="003C4FBB"/>
    <w:rsid w:val="003C75E7"/>
    <w:rsid w:val="004251D5"/>
    <w:rsid w:val="00441430"/>
    <w:rsid w:val="00450F07"/>
    <w:rsid w:val="004511E1"/>
    <w:rsid w:val="00453CD3"/>
    <w:rsid w:val="00460660"/>
    <w:rsid w:val="00486107"/>
    <w:rsid w:val="00490B75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54F52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177D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0BE0"/>
    <w:rsid w:val="00A02D99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24490"/>
    <w:rsid w:val="00C44F6A"/>
    <w:rsid w:val="00C47AE3"/>
    <w:rsid w:val="00CD1FC4"/>
    <w:rsid w:val="00CF361E"/>
    <w:rsid w:val="00D21061"/>
    <w:rsid w:val="00D35272"/>
    <w:rsid w:val="00D4108E"/>
    <w:rsid w:val="00D514D5"/>
    <w:rsid w:val="00D6163D"/>
    <w:rsid w:val="00D73D46"/>
    <w:rsid w:val="00D831A3"/>
    <w:rsid w:val="00DB4961"/>
    <w:rsid w:val="00DC3D98"/>
    <w:rsid w:val="00DC75F3"/>
    <w:rsid w:val="00DD46F3"/>
    <w:rsid w:val="00DE56F2"/>
    <w:rsid w:val="00DF116D"/>
    <w:rsid w:val="00E14BE9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4B903F-3BD5-4AEA-863C-8714881D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4</cp:revision>
  <cp:lastPrinted>2024-06-14T08:06:00Z</cp:lastPrinted>
  <dcterms:created xsi:type="dcterms:W3CDTF">2024-08-19T10:31:00Z</dcterms:created>
  <dcterms:modified xsi:type="dcterms:W3CDTF">2024-08-19T11:44:00Z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